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B8" w:rsidRPr="00D21AB8" w:rsidRDefault="00D21AB8" w:rsidP="00D21AB8">
      <w:pPr>
        <w:rPr>
          <w:rFonts w:ascii="方正黑体_GBK" w:eastAsia="方正黑体_GBK" w:hAnsi="宋体" w:cs="宋体"/>
          <w:b/>
          <w:bCs/>
          <w:sz w:val="32"/>
          <w:szCs w:val="32"/>
        </w:rPr>
      </w:pPr>
      <w:bookmarkStart w:id="0" w:name="_GoBack"/>
      <w:bookmarkEnd w:id="0"/>
      <w:r w:rsidRPr="00D21AB8">
        <w:rPr>
          <w:rFonts w:ascii="方正黑体_GBK" w:eastAsia="方正黑体_GBK" w:hAnsi="宋体" w:cs="宋体" w:hint="eastAsia"/>
          <w:bCs/>
          <w:sz w:val="32"/>
          <w:szCs w:val="32"/>
        </w:rPr>
        <w:t>附件</w:t>
      </w:r>
      <w:r w:rsidR="00E204ED">
        <w:rPr>
          <w:rFonts w:eastAsia="方正黑体_GBK" w:hint="eastAsia"/>
          <w:bCs/>
          <w:sz w:val="32"/>
          <w:szCs w:val="32"/>
        </w:rPr>
        <w:t>4</w:t>
      </w:r>
      <w:r w:rsidRPr="00D21AB8">
        <w:rPr>
          <w:rFonts w:ascii="方正黑体_GBK" w:eastAsia="方正黑体_GBK" w:hAnsi="宋体" w:cs="宋体" w:hint="eastAsia"/>
          <w:b/>
          <w:bCs/>
          <w:sz w:val="32"/>
          <w:szCs w:val="32"/>
        </w:rPr>
        <w:t>：</w:t>
      </w:r>
    </w:p>
    <w:p w:rsidR="00A63A59" w:rsidRPr="00E204ED" w:rsidRDefault="00D61E7D" w:rsidP="0050665B">
      <w:pPr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E204ED">
        <w:rPr>
          <w:rFonts w:ascii="方正小标宋简体" w:eastAsia="方正小标宋简体" w:hAnsi="宋体" w:cs="宋体" w:hint="eastAsia"/>
          <w:bCs/>
          <w:sz w:val="44"/>
          <w:szCs w:val="44"/>
        </w:rPr>
        <w:t>诚信申报承诺书</w:t>
      </w:r>
    </w:p>
    <w:p w:rsidR="00A63A59" w:rsidRDefault="00A63A59"/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9"/>
        <w:gridCol w:w="1596"/>
        <w:gridCol w:w="777"/>
        <w:gridCol w:w="614"/>
        <w:gridCol w:w="2359"/>
        <w:gridCol w:w="2599"/>
      </w:tblGrid>
      <w:tr w:rsidR="00A63A59">
        <w:trPr>
          <w:trHeight w:val="737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A63A59">
        <w:trPr>
          <w:trHeight w:val="832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A63A59" w:rsidTr="00E204ED">
        <w:trPr>
          <w:trHeight w:val="9763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个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人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承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诺</w:t>
            </w:r>
          </w:p>
          <w:p w:rsidR="00A63A59" w:rsidRDefault="00A63A59">
            <w:pPr>
              <w:adjustRightInd w:val="0"/>
              <w:snapToGrid w:val="0"/>
              <w:ind w:firstLineChars="200" w:firstLine="56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63A59" w:rsidRDefault="00A63A59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D61E7D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本人郑重承诺：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本人所填报的学历学位信息、专业技术职务任职资格、工作经历、学习培训经历、各类业绩等所有专业技术资格申报材料真实有效。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本人不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存</w:t>
            </w:r>
            <w:r>
              <w:rPr>
                <w:rFonts w:ascii="仿宋_GB2312" w:eastAsia="仿宋_GB2312" w:hAnsi="宋体" w:hint="eastAsia"/>
                <w:sz w:val="32"/>
                <w:szCs w:val="36"/>
              </w:rPr>
              <w:t>在反兴奋剂工作规定的不当行为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本人提交的学术成果符合学术道德规范。</w:t>
            </w:r>
          </w:p>
          <w:p w:rsidR="00A63A59" w:rsidRDefault="00D61E7D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四、如有弄虚作假、学术不端行为，本人愿承担相应后果</w:t>
            </w:r>
            <w:r>
              <w:rPr>
                <w:rFonts w:ascii="仿宋" w:eastAsia="仿宋" w:hAnsi="仿宋" w:cs="仿宋" w:hint="eastAsia"/>
                <w:sz w:val="32"/>
                <w:szCs w:val="40"/>
              </w:rPr>
              <w:t>。</w:t>
            </w:r>
          </w:p>
          <w:p w:rsidR="00A63A59" w:rsidRDefault="00D61E7D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A63A59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D61E7D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申报人签字：            </w:t>
            </w:r>
          </w:p>
          <w:p w:rsidR="00A63A59" w:rsidRDefault="00D61E7D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年    月    日</w:t>
            </w:r>
          </w:p>
        </w:tc>
      </w:tr>
    </w:tbl>
    <w:p w:rsidR="00A63A59" w:rsidRDefault="00A63A59" w:rsidP="00E204ED">
      <w:pPr>
        <w:jc w:val="left"/>
        <w:rPr>
          <w:rFonts w:ascii="仿宋" w:eastAsia="仿宋" w:hAnsi="仿宋" w:cs="仿宋"/>
          <w:sz w:val="32"/>
          <w:szCs w:val="40"/>
        </w:rPr>
      </w:pPr>
    </w:p>
    <w:sectPr w:rsidR="00A63A59" w:rsidSect="004C7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FB5" w:rsidRDefault="00542FB5" w:rsidP="00E204ED">
      <w:r>
        <w:separator/>
      </w:r>
    </w:p>
  </w:endnote>
  <w:endnote w:type="continuationSeparator" w:id="0">
    <w:p w:rsidR="00542FB5" w:rsidRDefault="00542FB5" w:rsidP="00E20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FB5" w:rsidRDefault="00542FB5" w:rsidP="00E204ED">
      <w:r>
        <w:separator/>
      </w:r>
    </w:p>
  </w:footnote>
  <w:footnote w:type="continuationSeparator" w:id="0">
    <w:p w:rsidR="00542FB5" w:rsidRDefault="00542FB5" w:rsidP="00E204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37B914C"/>
    <w:multiLevelType w:val="singleLevel"/>
    <w:tmpl w:val="F37B91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A59"/>
    <w:rsid w:val="004C7673"/>
    <w:rsid w:val="0050665B"/>
    <w:rsid w:val="00542FB5"/>
    <w:rsid w:val="00A63A59"/>
    <w:rsid w:val="00A7510B"/>
    <w:rsid w:val="00D21AB8"/>
    <w:rsid w:val="00D61E7D"/>
    <w:rsid w:val="00E204ED"/>
    <w:rsid w:val="031D142F"/>
    <w:rsid w:val="0C4F2223"/>
    <w:rsid w:val="0EE76075"/>
    <w:rsid w:val="106C66F9"/>
    <w:rsid w:val="14A43EA6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11070E7"/>
    <w:rsid w:val="61197C58"/>
    <w:rsid w:val="68685FB2"/>
    <w:rsid w:val="73A958A8"/>
    <w:rsid w:val="73F8576D"/>
    <w:rsid w:val="7B130F73"/>
    <w:rsid w:val="7ED0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76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0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04ED"/>
    <w:rPr>
      <w:kern w:val="2"/>
      <w:sz w:val="18"/>
      <w:szCs w:val="18"/>
    </w:rPr>
  </w:style>
  <w:style w:type="paragraph" w:styleId="a4">
    <w:name w:val="footer"/>
    <w:basedOn w:val="a"/>
    <w:link w:val="Char0"/>
    <w:rsid w:val="00E20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04ED"/>
    <w:rPr>
      <w:kern w:val="2"/>
      <w:sz w:val="18"/>
      <w:szCs w:val="18"/>
    </w:rPr>
  </w:style>
  <w:style w:type="paragraph" w:styleId="a5">
    <w:name w:val="Balloon Text"/>
    <w:basedOn w:val="a"/>
    <w:link w:val="Char1"/>
    <w:rsid w:val="00E204ED"/>
    <w:rPr>
      <w:sz w:val="18"/>
      <w:szCs w:val="18"/>
    </w:rPr>
  </w:style>
  <w:style w:type="character" w:customStyle="1" w:styleId="Char1">
    <w:name w:val="批注框文本 Char"/>
    <w:basedOn w:val="a0"/>
    <w:link w:val="a5"/>
    <w:rsid w:val="00E204E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Administrator</cp:lastModifiedBy>
  <cp:revision>5</cp:revision>
  <cp:lastPrinted>2022-08-03T04:23:00Z</cp:lastPrinted>
  <dcterms:created xsi:type="dcterms:W3CDTF">2014-10-29T12:08:00Z</dcterms:created>
  <dcterms:modified xsi:type="dcterms:W3CDTF">2022-08-03T04:23:00Z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